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4EBA9566" w:rsidR="005D68B0" w:rsidRPr="005D68B0" w:rsidRDefault="00BB037B" w:rsidP="005D68B0">
      <w:pPr>
        <w:pStyle w:val="Titul2"/>
      </w:pPr>
      <w:r w:rsidRPr="005D68B0">
        <w:t>Název veřejné zakázk</w:t>
      </w:r>
      <w:r w:rsidRPr="0088492C">
        <w:t xml:space="preserve">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Standardnpsmoodstavce"/>
          </w:rPr>
        </w:sdtEndPr>
        <w:sdtContent>
          <w:r w:rsidR="0088492C" w:rsidRPr="0088492C">
            <w:rPr>
              <w:rStyle w:val="Nzevakce"/>
              <w:b/>
            </w:rPr>
            <w:t xml:space="preserve">„Modernizace trati Brno – Přerov, 3. stavba </w:t>
          </w:r>
          <w:proofErr w:type="gramStart"/>
          <w:r w:rsidR="0088492C" w:rsidRPr="0088492C">
            <w:rPr>
              <w:rStyle w:val="Nzevakce"/>
              <w:b/>
            </w:rPr>
            <w:t>Vyškov - Nezamyslice</w:t>
          </w:r>
          <w:proofErr w:type="gramEnd"/>
          <w:r w:rsidR="0088492C" w:rsidRPr="0088492C">
            <w:rPr>
              <w:rStyle w:val="Nzevakce"/>
              <w:b/>
            </w:rPr>
            <w:t>“ – I. etapa Výstavba TNS Nezamyslice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22497FAE" w14:textId="7C9BD915" w:rsidR="00E9202E" w:rsidRDefault="00E9202E" w:rsidP="00312D11">
      <w:pPr>
        <w:pStyle w:val="Textbezodsazen"/>
      </w:pPr>
      <w:r>
        <w:t xml:space="preserve">                      (název a adresa </w:t>
      </w:r>
      <w:proofErr w:type="gramStart"/>
      <w:r w:rsidR="00ED3A17">
        <w:t xml:space="preserve">Zhotovitele - </w:t>
      </w:r>
      <w:r>
        <w:t>účastníka</w:t>
      </w:r>
      <w:proofErr w:type="gramEnd"/>
      <w:r>
        <w:t xml:space="preserve"> zadávacího řízení)</w:t>
      </w:r>
    </w:p>
    <w:p w14:paraId="24D6613C" w14:textId="77777777" w:rsidR="00450B98" w:rsidRDefault="00450B98" w:rsidP="00312D11">
      <w:pPr>
        <w:pStyle w:val="Textbezodsazen"/>
      </w:pPr>
    </w:p>
    <w:p w14:paraId="0869D129" w14:textId="1D83E2E7" w:rsidR="00FE5D92" w:rsidRDefault="00BB037B" w:rsidP="0088492C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</w:t>
      </w:r>
      <w:proofErr w:type="gramStart"/>
      <w:r>
        <w:t>tvoří</w:t>
      </w:r>
      <w:proofErr w:type="gramEnd"/>
      <w:r>
        <w:t xml:space="preserve"> součást tohoto Dopisu nabídky.</w:t>
      </w:r>
    </w:p>
    <w:p w14:paraId="2A6087DE" w14:textId="77777777" w:rsidR="00BB037B" w:rsidRDefault="00BB037B" w:rsidP="00FE5D92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lastRenderedPageBreak/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proofErr w:type="gramStart"/>
      <w:r w:rsidR="00596298" w:rsidRPr="008A2719">
        <w:t xml:space="preserve">ZZVZ </w:t>
      </w:r>
      <w:r w:rsidR="00ED3A17" w:rsidRPr="008A2719">
        <w:t xml:space="preserve"> jako</w:t>
      </w:r>
      <w:proofErr w:type="gramEnd"/>
      <w:r w:rsidR="00ED3A17" w:rsidRPr="008A2719">
        <w:t xml:space="preserve">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proofErr w:type="gramStart"/>
      <w:r w:rsidR="00596298" w:rsidRPr="008A2719">
        <w:t xml:space="preserve">ZZVZ </w:t>
      </w:r>
      <w:r w:rsidR="00ED3A17" w:rsidRPr="008A2719">
        <w:t>.</w:t>
      </w:r>
      <w:proofErr w:type="gramEnd"/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proofErr w:type="gramStart"/>
      <w:r w:rsidR="00ED3A17">
        <w:t xml:space="preserve">Zhotovitele - </w:t>
      </w:r>
      <w:r>
        <w:t>účastníka</w:t>
      </w:r>
      <w:proofErr w:type="gramEnd"/>
      <w:r>
        <w:t xml:space="preserve">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B3C6A" w14:textId="77777777" w:rsidR="00F84591" w:rsidRDefault="00F84591" w:rsidP="00962258">
      <w:pPr>
        <w:spacing w:after="0" w:line="240" w:lineRule="auto"/>
      </w:pPr>
      <w:r>
        <w:separator/>
      </w:r>
    </w:p>
  </w:endnote>
  <w:endnote w:type="continuationSeparator" w:id="0">
    <w:p w14:paraId="0CD6EB7C" w14:textId="77777777" w:rsidR="00F84591" w:rsidRDefault="00F845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75028C3D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524497">
            <w:rPr>
              <w:rStyle w:val="Tun"/>
              <w:noProof/>
            </w:rPr>
            <w:t>„Modernizace trati Brno – Přerov, 3. stavba Vyškov - Nezamyslice“ – I. etapa Výstavba TNS Nezamyslice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BBB833C" w14:textId="03F092D8" w:rsidR="00016ECD" w:rsidRPr="00016ECD" w:rsidRDefault="00524497" w:rsidP="00016ECD">
    <w:pPr>
      <w:spacing w:after="0" w:line="240" w:lineRule="auto"/>
      <w:rPr>
        <w:rFonts w:ascii="Verdana" w:hAnsi="Verdana"/>
        <w:sz w:val="4"/>
        <w:szCs w:val="4"/>
      </w:rPr>
    </w:pPr>
    <w:r>
      <w:rPr>
        <w:rFonts w:cs="Calibri"/>
        <w:noProof/>
        <w:sz w:val="12"/>
        <w:szCs w:val="12"/>
        <w:lang w:eastAsia="cs-CZ"/>
      </w:rPr>
      <w:drawing>
        <wp:inline distT="0" distB="0" distL="0" distR="0" wp14:anchorId="3F3E2456" wp14:editId="178621F0">
          <wp:extent cx="3006000" cy="630000"/>
          <wp:effectExtent l="0" t="0" r="4445" b="0"/>
          <wp:docPr id="12" name="Obrázek 12" descr="Obsah obrázku Písmo, Elektricky modrá, modrá, symbo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2" descr="Obsah obrázku Písmo, Elektricky modrá, modrá, symbol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6000" cy="63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DD3B93" w14:textId="5C5E828B" w:rsidR="009355E7" w:rsidRDefault="009355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A0A92" w14:textId="77777777" w:rsidR="00F84591" w:rsidRDefault="00F84591" w:rsidP="00962258">
      <w:pPr>
        <w:spacing w:after="0" w:line="240" w:lineRule="auto"/>
      </w:pPr>
      <w:r>
        <w:separator/>
      </w:r>
    </w:p>
  </w:footnote>
  <w:footnote w:type="continuationSeparator" w:id="0">
    <w:p w14:paraId="07C54311" w14:textId="77777777" w:rsidR="00F84591" w:rsidRDefault="00F845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367307">
    <w:abstractNumId w:val="3"/>
  </w:num>
  <w:num w:numId="2" w16cid:durableId="152645367">
    <w:abstractNumId w:val="1"/>
  </w:num>
  <w:num w:numId="3" w16cid:durableId="664744989">
    <w:abstractNumId w:val="8"/>
  </w:num>
  <w:num w:numId="4" w16cid:durableId="803741898">
    <w:abstractNumId w:val="4"/>
  </w:num>
  <w:num w:numId="5" w16cid:durableId="1008754805">
    <w:abstractNumId w:val="10"/>
  </w:num>
  <w:num w:numId="6" w16cid:durableId="353843932">
    <w:abstractNumId w:val="5"/>
  </w:num>
  <w:num w:numId="7" w16cid:durableId="14428162">
    <w:abstractNumId w:val="6"/>
  </w:num>
  <w:num w:numId="8" w16cid:durableId="873275962">
    <w:abstractNumId w:val="7"/>
  </w:num>
  <w:num w:numId="9" w16cid:durableId="1914271377">
    <w:abstractNumId w:val="0"/>
  </w:num>
  <w:num w:numId="10" w16cid:durableId="404111125">
    <w:abstractNumId w:val="2"/>
  </w:num>
  <w:num w:numId="11" w16cid:durableId="30062392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07368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B98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24497"/>
    <w:rsid w:val="005406EB"/>
    <w:rsid w:val="00545D7E"/>
    <w:rsid w:val="00553329"/>
    <w:rsid w:val="00553375"/>
    <w:rsid w:val="00555884"/>
    <w:rsid w:val="005736B7"/>
    <w:rsid w:val="0057418A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079E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E671A"/>
    <w:rsid w:val="007F56A7"/>
    <w:rsid w:val="00800851"/>
    <w:rsid w:val="008069F8"/>
    <w:rsid w:val="00807DD0"/>
    <w:rsid w:val="00821D01"/>
    <w:rsid w:val="00826B7B"/>
    <w:rsid w:val="00846789"/>
    <w:rsid w:val="0088492C"/>
    <w:rsid w:val="008A2719"/>
    <w:rsid w:val="008A3568"/>
    <w:rsid w:val="008A6344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166CF"/>
    <w:rsid w:val="00922385"/>
    <w:rsid w:val="009223DF"/>
    <w:rsid w:val="009355E7"/>
    <w:rsid w:val="00936091"/>
    <w:rsid w:val="00940D8A"/>
    <w:rsid w:val="009427B0"/>
    <w:rsid w:val="00962258"/>
    <w:rsid w:val="00964552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4591"/>
    <w:rsid w:val="00F86BA6"/>
    <w:rsid w:val="00FB6342"/>
    <w:rsid w:val="00FC6389"/>
    <w:rsid w:val="00FE5D9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205C31"/>
    <w:rsid w:val="00224B8C"/>
    <w:rsid w:val="002E1F08"/>
    <w:rsid w:val="0053732C"/>
    <w:rsid w:val="005462D9"/>
    <w:rsid w:val="005E3FC4"/>
    <w:rsid w:val="006E079E"/>
    <w:rsid w:val="007E248B"/>
    <w:rsid w:val="008667B3"/>
    <w:rsid w:val="009166CF"/>
    <w:rsid w:val="00964552"/>
    <w:rsid w:val="00A37915"/>
    <w:rsid w:val="00AE336A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984234ca-c373-45c2-b25d-5f673622f74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C2DD3CE-CF17-4BAE-B96D-D1B561D40E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12</TotalTime>
  <Pages>2</Pages>
  <Words>439</Words>
  <Characters>2591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Přerovská Kamila, Ing.</cp:lastModifiedBy>
  <cp:revision>11</cp:revision>
  <cp:lastPrinted>2019-03-12T14:23:00Z</cp:lastPrinted>
  <dcterms:created xsi:type="dcterms:W3CDTF">2023-10-17T12:36:00Z</dcterms:created>
  <dcterms:modified xsi:type="dcterms:W3CDTF">2024-09-13T06:23:00Z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